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40015939" w:rsidR="00F966B4" w:rsidRDefault="00F966B4" w:rsidP="00F966B4">
      <w:pPr>
        <w:rPr>
          <w:rFonts w:ascii="Times New Roman" w:hAnsi="Times New Roman"/>
          <w:lang w:val="et-EE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BA7049">
        <w:rPr>
          <w:rFonts w:ascii="Times New Roman" w:hAnsi="Times New Roman"/>
          <w:lang w:val="et-EE"/>
        </w:rPr>
        <w:t>11</w:t>
      </w:r>
      <w:r w:rsidRPr="00F966B4">
        <w:rPr>
          <w:rFonts w:ascii="Times New Roman" w:hAnsi="Times New Roman"/>
          <w:lang w:val="et-EE"/>
        </w:rPr>
        <w:t>.</w:t>
      </w:r>
      <w:r w:rsidR="00156830">
        <w:rPr>
          <w:rFonts w:ascii="Times New Roman" w:hAnsi="Times New Roman"/>
          <w:lang w:val="et-EE"/>
        </w:rPr>
        <w:t>11</w:t>
      </w:r>
      <w:r w:rsidRPr="00F966B4">
        <w:rPr>
          <w:rFonts w:ascii="Times New Roman" w:hAnsi="Times New Roman"/>
          <w:lang w:val="et-EE"/>
        </w:rPr>
        <w:t>.2025 nr JV-MAA-1/</w:t>
      </w:r>
      <w:r w:rsidR="00BD7DC0">
        <w:rPr>
          <w:rFonts w:ascii="Times New Roman" w:hAnsi="Times New Roman"/>
          <w:lang w:val="et-EE"/>
        </w:rPr>
        <w:t>5181</w:t>
      </w:r>
    </w:p>
    <w:p w14:paraId="5EF6476F" w14:textId="77777777" w:rsidR="00E777F1" w:rsidRDefault="00E777F1" w:rsidP="00F966B4">
      <w:pPr>
        <w:rPr>
          <w:rFonts w:ascii="Times New Roman" w:hAnsi="Times New Roman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Õigustatud isiku poolne lepingu sõlmija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sõlmija e-posti aadress, telefoni number (mitte lisada organisatsiooni üldtelefoni)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Andra.McManus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33506A0B" w:rsidR="00F966B4" w:rsidRPr="00F966B4" w:rsidRDefault="00F966B4" w:rsidP="007D49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A10B22">
              <w:rPr>
                <w:rFonts w:ascii="Times New Roman" w:hAnsi="Times New Roman"/>
                <w:lang w:val="et-EE"/>
              </w:rPr>
              <w:t xml:space="preserve"> </w:t>
            </w:r>
            <w:r w:rsidR="00A10B22" w:rsidRPr="00A10B22">
              <w:rPr>
                <w:rFonts w:ascii="Times New Roman" w:hAnsi="Times New Roman"/>
                <w:lang w:val="et-EE"/>
              </w:rPr>
              <w:t>LC3054 „TARTU TN 74 KINNISTU ELEKTRIAUTODE LAADIMISJAAMA LIITUMINE 0,4 KV ELEKTRIVÕRGUGA, MUSTVEE LINN, MUSTVEE VALD, JÕGEVA MAAKOND“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C35651B" w14:textId="77777777" w:rsidR="00A10B22" w:rsidRPr="00A10B22" w:rsidRDefault="00F966B4" w:rsidP="00A10B22">
            <w:pPr>
              <w:rPr>
                <w:rFonts w:ascii="Times New Roman" w:hAnsi="Times New Roman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A10B22" w:rsidRPr="00A10B22">
              <w:rPr>
                <w:rFonts w:ascii="Times New Roman" w:hAnsi="Times New Roman"/>
              </w:rPr>
              <w:t xml:space="preserve">Elefish OÜ </w:t>
            </w:r>
          </w:p>
          <w:p w14:paraId="01DAC187" w14:textId="177481D2" w:rsidR="00F966B4" w:rsidRPr="00F966B4" w:rsidRDefault="00A10B22" w:rsidP="00A10B22">
            <w:pPr>
              <w:rPr>
                <w:rFonts w:ascii="Times New Roman" w:hAnsi="Times New Roman"/>
                <w:lang w:val="et-EE"/>
              </w:rPr>
            </w:pPr>
            <w:r w:rsidRPr="00A10B22">
              <w:rPr>
                <w:rFonts w:ascii="Times New Roman" w:hAnsi="Times New Roman"/>
              </w:rPr>
              <w:t>tanel.heering@elefish.ee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54EC852D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737590" w:rsidRPr="00737590">
              <w:rPr>
                <w:rFonts w:ascii="Times New Roman" w:hAnsi="Times New Roman"/>
                <w:lang w:val="et-EE"/>
              </w:rPr>
              <w:t>05.11.2025  nr 7.1-2/25/17053-4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73CDA895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Number ja nimetus</w:t>
            </w:r>
            <w:r w:rsidR="00392D47">
              <w:rPr>
                <w:rFonts w:ascii="Times New Roman" w:hAnsi="Times New Roman"/>
                <w:lang w:val="et-EE"/>
              </w:rPr>
              <w:t xml:space="preserve">: </w:t>
            </w:r>
            <w:r w:rsidR="005946B5" w:rsidRPr="005946B5">
              <w:rPr>
                <w:rFonts w:ascii="Times New Roman" w:hAnsi="Times New Roman"/>
              </w:rPr>
              <w:t>3 Jõhvi-Tartu-Valga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752BAFAF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Katastritunnus:</w:t>
            </w:r>
            <w:r w:rsidR="005946B5">
              <w:rPr>
                <w:rFonts w:ascii="Times New Roman" w:hAnsi="Times New Roman"/>
              </w:rPr>
              <w:t xml:space="preserve"> </w:t>
            </w:r>
            <w:r w:rsidR="005946B5" w:rsidRPr="005946B5">
              <w:rPr>
                <w:rFonts w:ascii="Times New Roman" w:hAnsi="Times New Roman"/>
              </w:rPr>
              <w:t>48501:005:0630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232E76EE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E615C5" w:rsidRPr="00E615C5">
              <w:rPr>
                <w:rFonts w:ascii="Times New Roman" w:hAnsi="Times New Roman"/>
              </w:rPr>
              <w:t>5900450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15F2ACB2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5415DA">
              <w:rPr>
                <w:rFonts w:ascii="Times New Roman" w:hAnsi="Times New Roman"/>
                <w:lang w:val="et-EE"/>
              </w:rPr>
              <w:t xml:space="preserve">: </w:t>
            </w:r>
            <w:r w:rsidR="00465F2D" w:rsidRPr="005415DA">
              <w:rPr>
                <w:rFonts w:ascii="Times New Roman" w:hAnsi="Times New Roman"/>
              </w:rPr>
              <w:t xml:space="preserve"> </w:t>
            </w:r>
            <w:hyperlink r:id="rId14" w:tgtFrame="_blank" w:history="1">
              <w:r w:rsidR="00E615C5" w:rsidRPr="005415DA">
                <w:rPr>
                  <w:rStyle w:val="Hyperlink"/>
                  <w:rFonts w:ascii="Times New Roman" w:hAnsi="Times New Roman"/>
                  <w:color w:val="auto"/>
                </w:rPr>
                <w:t>KV6062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D71A71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D71A71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6127754" w14:textId="77777777" w:rsidR="00050CF1" w:rsidRDefault="00F966B4" w:rsidP="00050CF1">
            <w:pPr>
              <w:rPr>
                <w:rFonts w:ascii="Times New Roman" w:hAnsi="Times New Roman"/>
                <w:lang w:val="et-EE"/>
              </w:rPr>
            </w:pPr>
            <w:r w:rsidRPr="00D71A71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D8335E5" w14:textId="77777777" w:rsidR="006F2368" w:rsidRDefault="00F966B4" w:rsidP="006F2368">
            <w:pPr>
              <w:rPr>
                <w:rFonts w:ascii="Times New Roman" w:hAnsi="Times New Roman"/>
              </w:rPr>
            </w:pPr>
            <w:r w:rsidRPr="00D71A71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4C1337" w:rsidRPr="004C1337">
              <w:rPr>
                <w:rFonts w:ascii="Times New Roman" w:hAnsi="Times New Roman"/>
              </w:rPr>
              <w:t>1011645</w:t>
            </w:r>
          </w:p>
          <w:p w14:paraId="2930464F" w14:textId="15886B25" w:rsidR="004C1337" w:rsidRPr="004C1337" w:rsidRDefault="004C1337" w:rsidP="006F2368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F65FAE">
                <w:rPr>
                  <w:rStyle w:val="Hyperlink"/>
                  <w:rFonts w:ascii="Times New Roman" w:hAnsi="Times New Roman"/>
                </w:rPr>
                <w:t>https://pari.kataster.ee/magic-link/3bc011ab-75e9-45dd-b892-79740169cf45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52A0E" w14:textId="77777777" w:rsidR="008D4726" w:rsidRDefault="008D4726">
      <w:r>
        <w:separator/>
      </w:r>
    </w:p>
  </w:endnote>
  <w:endnote w:type="continuationSeparator" w:id="0">
    <w:p w14:paraId="29B0673D" w14:textId="77777777" w:rsidR="008D4726" w:rsidRDefault="008D4726">
      <w:r>
        <w:continuationSeparator/>
      </w:r>
    </w:p>
  </w:endnote>
  <w:endnote w:type="continuationNotice" w:id="1">
    <w:p w14:paraId="0275C2C7" w14:textId="77777777" w:rsidR="008D4726" w:rsidRDefault="008D47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0ED9C" w14:textId="77777777" w:rsidR="008D4726" w:rsidRDefault="008D4726">
      <w:r>
        <w:separator/>
      </w:r>
    </w:p>
  </w:footnote>
  <w:footnote w:type="continuationSeparator" w:id="0">
    <w:p w14:paraId="2AD118C5" w14:textId="77777777" w:rsidR="008D4726" w:rsidRDefault="008D4726">
      <w:r>
        <w:continuationSeparator/>
      </w:r>
    </w:p>
  </w:footnote>
  <w:footnote w:type="continuationNotice" w:id="1">
    <w:p w14:paraId="23B359AD" w14:textId="77777777" w:rsidR="008D4726" w:rsidRDefault="008D47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04A59"/>
    <w:rsid w:val="0002773F"/>
    <w:rsid w:val="00042427"/>
    <w:rsid w:val="00042C6D"/>
    <w:rsid w:val="000470FF"/>
    <w:rsid w:val="00050B7B"/>
    <w:rsid w:val="00050CF1"/>
    <w:rsid w:val="00061FDD"/>
    <w:rsid w:val="00062448"/>
    <w:rsid w:val="0006579C"/>
    <w:rsid w:val="000657E8"/>
    <w:rsid w:val="00074F5B"/>
    <w:rsid w:val="00087852"/>
    <w:rsid w:val="00093097"/>
    <w:rsid w:val="00093668"/>
    <w:rsid w:val="000A4006"/>
    <w:rsid w:val="000B0B73"/>
    <w:rsid w:val="000B1DBF"/>
    <w:rsid w:val="000B417F"/>
    <w:rsid w:val="000B4850"/>
    <w:rsid w:val="000B57BA"/>
    <w:rsid w:val="000C149A"/>
    <w:rsid w:val="000C2F88"/>
    <w:rsid w:val="000D09F3"/>
    <w:rsid w:val="000F3E27"/>
    <w:rsid w:val="00103444"/>
    <w:rsid w:val="001100DF"/>
    <w:rsid w:val="00113F3F"/>
    <w:rsid w:val="00120336"/>
    <w:rsid w:val="00126600"/>
    <w:rsid w:val="00127504"/>
    <w:rsid w:val="00130960"/>
    <w:rsid w:val="00131020"/>
    <w:rsid w:val="001336BE"/>
    <w:rsid w:val="00136D40"/>
    <w:rsid w:val="00146F8F"/>
    <w:rsid w:val="0015226B"/>
    <w:rsid w:val="001523EE"/>
    <w:rsid w:val="00152A06"/>
    <w:rsid w:val="00156830"/>
    <w:rsid w:val="00156C5D"/>
    <w:rsid w:val="00162108"/>
    <w:rsid w:val="00175C9F"/>
    <w:rsid w:val="00182C9F"/>
    <w:rsid w:val="0019253D"/>
    <w:rsid w:val="00194EE7"/>
    <w:rsid w:val="001B46D4"/>
    <w:rsid w:val="001C6D3D"/>
    <w:rsid w:val="001D3478"/>
    <w:rsid w:val="001D499D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A60A8"/>
    <w:rsid w:val="002A6E8F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2F654E"/>
    <w:rsid w:val="00300E09"/>
    <w:rsid w:val="003073D3"/>
    <w:rsid w:val="00310363"/>
    <w:rsid w:val="003127FB"/>
    <w:rsid w:val="003203E0"/>
    <w:rsid w:val="00321320"/>
    <w:rsid w:val="00322998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90667"/>
    <w:rsid w:val="00392D47"/>
    <w:rsid w:val="003A0ECE"/>
    <w:rsid w:val="003A35EB"/>
    <w:rsid w:val="003B673D"/>
    <w:rsid w:val="003B6F35"/>
    <w:rsid w:val="003C3F52"/>
    <w:rsid w:val="003C651D"/>
    <w:rsid w:val="003C6D6C"/>
    <w:rsid w:val="003E385C"/>
    <w:rsid w:val="003E61D3"/>
    <w:rsid w:val="003F5996"/>
    <w:rsid w:val="00416889"/>
    <w:rsid w:val="004170C1"/>
    <w:rsid w:val="00420824"/>
    <w:rsid w:val="0042216B"/>
    <w:rsid w:val="00430FA1"/>
    <w:rsid w:val="004376C7"/>
    <w:rsid w:val="00445A99"/>
    <w:rsid w:val="00447587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C1337"/>
    <w:rsid w:val="004D1D70"/>
    <w:rsid w:val="004D4471"/>
    <w:rsid w:val="004D4DD9"/>
    <w:rsid w:val="004D7EDA"/>
    <w:rsid w:val="004E4BEF"/>
    <w:rsid w:val="004E5DD5"/>
    <w:rsid w:val="004F5104"/>
    <w:rsid w:val="0050379B"/>
    <w:rsid w:val="00517D67"/>
    <w:rsid w:val="005267E5"/>
    <w:rsid w:val="00532D2F"/>
    <w:rsid w:val="005415DA"/>
    <w:rsid w:val="00552D94"/>
    <w:rsid w:val="00581E38"/>
    <w:rsid w:val="00582590"/>
    <w:rsid w:val="00584289"/>
    <w:rsid w:val="00585B08"/>
    <w:rsid w:val="005946B5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D1833"/>
    <w:rsid w:val="006E277A"/>
    <w:rsid w:val="006E586A"/>
    <w:rsid w:val="006F11F1"/>
    <w:rsid w:val="006F2368"/>
    <w:rsid w:val="006F595A"/>
    <w:rsid w:val="00702CEE"/>
    <w:rsid w:val="00704301"/>
    <w:rsid w:val="0070500B"/>
    <w:rsid w:val="0070711C"/>
    <w:rsid w:val="007167B1"/>
    <w:rsid w:val="00730275"/>
    <w:rsid w:val="00737590"/>
    <w:rsid w:val="00750948"/>
    <w:rsid w:val="00750B34"/>
    <w:rsid w:val="00751565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1375"/>
    <w:rsid w:val="007A2F74"/>
    <w:rsid w:val="007A7FE6"/>
    <w:rsid w:val="007B068E"/>
    <w:rsid w:val="007B0DCC"/>
    <w:rsid w:val="007C2201"/>
    <w:rsid w:val="007C45AD"/>
    <w:rsid w:val="007C6F7A"/>
    <w:rsid w:val="007C7A5C"/>
    <w:rsid w:val="007D49F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5B01"/>
    <w:rsid w:val="008D2D2A"/>
    <w:rsid w:val="008D3667"/>
    <w:rsid w:val="008D4726"/>
    <w:rsid w:val="008E2FA0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9F170D"/>
    <w:rsid w:val="00A04EE1"/>
    <w:rsid w:val="00A10B22"/>
    <w:rsid w:val="00A114C3"/>
    <w:rsid w:val="00A17109"/>
    <w:rsid w:val="00A17AC3"/>
    <w:rsid w:val="00A17DB0"/>
    <w:rsid w:val="00A17E2A"/>
    <w:rsid w:val="00A27416"/>
    <w:rsid w:val="00A33A60"/>
    <w:rsid w:val="00A35B1E"/>
    <w:rsid w:val="00A43A3D"/>
    <w:rsid w:val="00A51C44"/>
    <w:rsid w:val="00A53DCD"/>
    <w:rsid w:val="00A5527F"/>
    <w:rsid w:val="00A620C2"/>
    <w:rsid w:val="00A649D1"/>
    <w:rsid w:val="00A65739"/>
    <w:rsid w:val="00A72746"/>
    <w:rsid w:val="00A837AB"/>
    <w:rsid w:val="00A83FDD"/>
    <w:rsid w:val="00A857C8"/>
    <w:rsid w:val="00A93F3D"/>
    <w:rsid w:val="00A94466"/>
    <w:rsid w:val="00A96E89"/>
    <w:rsid w:val="00AA1674"/>
    <w:rsid w:val="00AA7BF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A7049"/>
    <w:rsid w:val="00BB7AC8"/>
    <w:rsid w:val="00BC211F"/>
    <w:rsid w:val="00BD14A4"/>
    <w:rsid w:val="00BD7DC0"/>
    <w:rsid w:val="00BE07EA"/>
    <w:rsid w:val="00BE6355"/>
    <w:rsid w:val="00BE7935"/>
    <w:rsid w:val="00BF0E4C"/>
    <w:rsid w:val="00C0020C"/>
    <w:rsid w:val="00C25E01"/>
    <w:rsid w:val="00C34030"/>
    <w:rsid w:val="00C34D74"/>
    <w:rsid w:val="00C53640"/>
    <w:rsid w:val="00C56F6D"/>
    <w:rsid w:val="00C66DDF"/>
    <w:rsid w:val="00C712AC"/>
    <w:rsid w:val="00C81BBA"/>
    <w:rsid w:val="00C81E7E"/>
    <w:rsid w:val="00C86912"/>
    <w:rsid w:val="00C86C12"/>
    <w:rsid w:val="00C86E8D"/>
    <w:rsid w:val="00C87848"/>
    <w:rsid w:val="00C95ABD"/>
    <w:rsid w:val="00C961FF"/>
    <w:rsid w:val="00C963CE"/>
    <w:rsid w:val="00C966E8"/>
    <w:rsid w:val="00CA4C43"/>
    <w:rsid w:val="00CA5CA0"/>
    <w:rsid w:val="00CB0738"/>
    <w:rsid w:val="00CB0FEA"/>
    <w:rsid w:val="00CB31D7"/>
    <w:rsid w:val="00CC0D04"/>
    <w:rsid w:val="00CC0E78"/>
    <w:rsid w:val="00CD6EB5"/>
    <w:rsid w:val="00CE43E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27F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03D7"/>
    <w:rsid w:val="00D51ED4"/>
    <w:rsid w:val="00D52B32"/>
    <w:rsid w:val="00D67B64"/>
    <w:rsid w:val="00D71A71"/>
    <w:rsid w:val="00D72144"/>
    <w:rsid w:val="00D8006E"/>
    <w:rsid w:val="00D847FB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15C5"/>
    <w:rsid w:val="00E6200E"/>
    <w:rsid w:val="00E71487"/>
    <w:rsid w:val="00E72144"/>
    <w:rsid w:val="00E777F1"/>
    <w:rsid w:val="00E84486"/>
    <w:rsid w:val="00E9115C"/>
    <w:rsid w:val="00E94F8A"/>
    <w:rsid w:val="00EB1790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5D54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3907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3bc011ab-75e9-45dd-b892-79740169cf45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21282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352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3</cp:revision>
  <cp:lastPrinted>2025-04-15T10:05:00Z</cp:lastPrinted>
  <dcterms:created xsi:type="dcterms:W3CDTF">2025-11-11T09:48:00Z</dcterms:created>
  <dcterms:modified xsi:type="dcterms:W3CDTF">2025-11-11T09:51:00Z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